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8" w:type="dxa"/>
        <w:tblInd w:w="250" w:type="dxa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</w:tblBorders>
        <w:tblLook w:val="00A0"/>
      </w:tblPr>
      <w:tblGrid>
        <w:gridCol w:w="8261"/>
        <w:gridCol w:w="7757"/>
      </w:tblGrid>
      <w:tr w:rsidR="00355363" w:rsidRPr="00406D07" w:rsidTr="00406D07">
        <w:trPr>
          <w:trHeight w:val="1234"/>
        </w:trPr>
        <w:tc>
          <w:tcPr>
            <w:tcW w:w="16018" w:type="dxa"/>
            <w:gridSpan w:val="2"/>
            <w:tcBorders>
              <w:top w:val="thinThickThinMediumGap" w:sz="24" w:space="0" w:color="auto"/>
            </w:tcBorders>
          </w:tcPr>
          <w:p w:rsidR="00355363" w:rsidRPr="00406D07" w:rsidRDefault="00355363" w:rsidP="00114E7F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                                                              </w:t>
            </w:r>
            <w:r w:rsidRPr="00406D07">
              <w:rPr>
                <w:b/>
                <w:sz w:val="40"/>
              </w:rPr>
              <w:t>П А М Я Т К А</w:t>
            </w:r>
            <w:r>
              <w:rPr>
                <w:color w:val="3C3C3C"/>
                <w:sz w:val="28"/>
                <w:szCs w:val="28"/>
              </w:rPr>
              <w:t xml:space="preserve"> Приложение №2.к Распоряжению № 17-р. от 10.04.2019г.</w:t>
            </w:r>
          </w:p>
          <w:p w:rsidR="00355363" w:rsidRPr="00406D07" w:rsidRDefault="00355363" w:rsidP="00406D07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406D07">
              <w:rPr>
                <w:b/>
                <w:sz w:val="24"/>
              </w:rPr>
              <w:t>Ветеринарные правила содержания свиней в целях их воспроизводства, выращивания и реализации</w:t>
            </w:r>
          </w:p>
          <w:p w:rsidR="00355363" w:rsidRPr="00406D07" w:rsidRDefault="00355363" w:rsidP="00406D07">
            <w:pPr>
              <w:spacing w:after="0" w:line="240" w:lineRule="auto"/>
            </w:pPr>
          </w:p>
        </w:tc>
      </w:tr>
      <w:tr w:rsidR="00355363" w:rsidRPr="00406D07" w:rsidTr="00406D07">
        <w:trPr>
          <w:trHeight w:val="9370"/>
        </w:trPr>
        <w:tc>
          <w:tcPr>
            <w:tcW w:w="8261" w:type="dxa"/>
            <w:tcBorders>
              <w:bottom w:val="thinThickThinMediumGap" w:sz="24" w:space="0" w:color="auto"/>
            </w:tcBorders>
          </w:tcPr>
          <w:p w:rsidR="00355363" w:rsidRPr="00406D07" w:rsidRDefault="00355363" w:rsidP="00406D07">
            <w:pPr>
              <w:spacing w:after="0" w:line="240" w:lineRule="auto"/>
              <w:ind w:left="284"/>
              <w:jc w:val="both"/>
              <w:rPr>
                <w:sz w:val="24"/>
                <w:u w:val="single"/>
              </w:rPr>
            </w:pPr>
            <w:r w:rsidRPr="00406D07">
              <w:rPr>
                <w:sz w:val="24"/>
                <w:u w:val="single"/>
              </w:rPr>
              <w:t>Требования к условиям содержания свиней:</w:t>
            </w:r>
          </w:p>
          <w:p w:rsidR="00355363" w:rsidRPr="007C3BF1" w:rsidRDefault="00355363" w:rsidP="00406D07">
            <w:pPr>
              <w:spacing w:after="0" w:line="240" w:lineRule="auto"/>
              <w:ind w:left="284"/>
              <w:jc w:val="both"/>
            </w:pPr>
            <w:r w:rsidRPr="00406D07">
              <w:rPr>
                <w:sz w:val="24"/>
              </w:rPr>
              <w:t>1.</w:t>
            </w:r>
            <w:r w:rsidRPr="007C3BF1">
              <w:t xml:space="preserve"> Территория хозяйства должна быть огорожена способами, обеспечивающими невозможность проникновения диких животных на территорию хозяйства (за исключением птиц и мелких грызунов).</w:t>
            </w:r>
          </w:p>
          <w:p w:rsidR="00355363" w:rsidRPr="007C3BF1" w:rsidRDefault="00355363" w:rsidP="00406D07">
            <w:pPr>
              <w:spacing w:after="0" w:line="240" w:lineRule="auto"/>
              <w:ind w:left="284"/>
              <w:jc w:val="both"/>
            </w:pPr>
            <w:r w:rsidRPr="007C3BF1">
              <w:t>2. В хозяйстве должно быть обеспечено безвыгульное содержание свиней либо выгул свиней в закрытом помещении или под навесами, исключающий контакт свиней с другими животными и птицами.</w:t>
            </w:r>
          </w:p>
          <w:p w:rsidR="00355363" w:rsidRPr="007C3BF1" w:rsidRDefault="00355363" w:rsidP="00406D07">
            <w:pPr>
              <w:spacing w:after="0" w:line="240" w:lineRule="auto"/>
              <w:ind w:left="284"/>
              <w:jc w:val="both"/>
            </w:pPr>
            <w:r w:rsidRPr="007C3BF1">
              <w:t>3.  Минимальное расстояние от стены или угла свиноводческого помещения до границы соседнего участка должно быть согласно таблице:</w:t>
            </w:r>
          </w:p>
          <w:tbl>
            <w:tblPr>
              <w:tblpPr w:leftFromText="180" w:rightFromText="180" w:vertAnchor="text" w:horzAnchor="margin" w:tblpX="279" w:tblpY="46"/>
              <w:tblOverlap w:val="never"/>
              <w:tblW w:w="75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2410"/>
              <w:gridCol w:w="5098"/>
            </w:tblGrid>
            <w:tr w:rsidR="00355363" w:rsidRPr="00406D07" w:rsidTr="007C3BF1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Минимальное расстояние, не менее, метров</w:t>
                  </w:r>
                </w:p>
              </w:tc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Поголовье взрослых (половозрелых) свиней, содержащихся в свиноводческом помещении, не более, голов</w:t>
                  </w:r>
                </w:p>
              </w:tc>
            </w:tr>
            <w:tr w:rsidR="00355363" w:rsidRPr="00406D07" w:rsidTr="007C3BF1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5</w:t>
                  </w:r>
                </w:p>
              </w:tc>
            </w:tr>
            <w:tr w:rsidR="00355363" w:rsidRPr="00406D07" w:rsidTr="007C3BF1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8</w:t>
                  </w:r>
                </w:p>
              </w:tc>
            </w:tr>
            <w:tr w:rsidR="00355363" w:rsidRPr="00406D07" w:rsidTr="007C3BF1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355363" w:rsidRPr="00406D07" w:rsidTr="007C3BF1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15</w:t>
                  </w:r>
                </w:p>
              </w:tc>
            </w:tr>
          </w:tbl>
          <w:p w:rsidR="00355363" w:rsidRPr="007C3BF1" w:rsidRDefault="00355363" w:rsidP="00406D07">
            <w:pPr>
              <w:spacing w:after="0" w:line="240" w:lineRule="auto"/>
              <w:ind w:left="284"/>
            </w:pPr>
          </w:p>
          <w:p w:rsidR="00355363" w:rsidRPr="007C3BF1" w:rsidRDefault="00355363" w:rsidP="00406D07">
            <w:pPr>
              <w:spacing w:after="0" w:line="240" w:lineRule="auto"/>
              <w:ind w:left="284"/>
              <w:jc w:val="both"/>
            </w:pPr>
            <w:r w:rsidRPr="007C3BF1">
              <w:t>4. Нормы площади свиноводческого помещения должны соответствовать таблице:</w:t>
            </w:r>
          </w:p>
          <w:p w:rsidR="00355363" w:rsidRPr="007C3BF1" w:rsidRDefault="00355363" w:rsidP="00406D07">
            <w:pPr>
              <w:spacing w:after="0" w:line="240" w:lineRule="auto"/>
              <w:ind w:left="284"/>
            </w:pPr>
          </w:p>
          <w:tbl>
            <w:tblPr>
              <w:tblpPr w:leftFromText="180" w:rightFromText="180" w:vertAnchor="text" w:horzAnchor="margin" w:tblpX="279" w:tblpY="-9"/>
              <w:tblW w:w="75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3823"/>
              <w:gridCol w:w="3718"/>
            </w:tblGrid>
            <w:tr w:rsidR="00355363" w:rsidRPr="00406D07" w:rsidTr="007C3BF1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Виды свиней</w:t>
                  </w:r>
                </w:p>
              </w:tc>
              <w:tc>
                <w:tcPr>
                  <w:tcW w:w="3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 xml:space="preserve">Нормы площади содержания свиней, </w:t>
                  </w:r>
                  <w:r w:rsidRPr="00406D07">
                    <w:rPr>
                      <w:rFonts w:ascii="Arial" w:hAnsi="Arial" w:cs="Arial"/>
                      <w:noProof/>
                      <w:sz w:val="20"/>
                      <w:szCs w:val="24"/>
                      <w:lang w:eastAsia="ru-RU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14.25pt;height:16.5pt;visibility:visible">
                        <v:imagedata r:id="rId4" o:title=""/>
                      </v:shape>
                    </w:pict>
                  </w: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 xml:space="preserve"> (на голову, не менее)</w:t>
                  </w:r>
                </w:p>
              </w:tc>
            </w:tr>
            <w:tr w:rsidR="00355363" w:rsidRPr="00406D07" w:rsidTr="007C3BF1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Хряки-производители</w:t>
                  </w:r>
                </w:p>
              </w:tc>
              <w:tc>
                <w:tcPr>
                  <w:tcW w:w="3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7,0</w:t>
                  </w:r>
                </w:p>
              </w:tc>
            </w:tr>
            <w:tr w:rsidR="00355363" w:rsidRPr="00406D07" w:rsidTr="007C3BF1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Свиноматки:</w:t>
                  </w:r>
                </w:p>
              </w:tc>
              <w:tc>
                <w:tcPr>
                  <w:tcW w:w="3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both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355363" w:rsidRPr="00406D07" w:rsidTr="007C3BF1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лактирующая</w:t>
                  </w:r>
                </w:p>
              </w:tc>
              <w:tc>
                <w:tcPr>
                  <w:tcW w:w="3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4,0</w:t>
                  </w:r>
                </w:p>
              </w:tc>
            </w:tr>
            <w:tr w:rsidR="00355363" w:rsidRPr="00406D07" w:rsidTr="007C3BF1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холостая и супоросная:</w:t>
                  </w:r>
                </w:p>
              </w:tc>
              <w:tc>
                <w:tcPr>
                  <w:tcW w:w="3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both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355363" w:rsidRPr="00406D07" w:rsidTr="007C3BF1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при индивидуальном содержании</w:t>
                  </w:r>
                </w:p>
              </w:tc>
              <w:tc>
                <w:tcPr>
                  <w:tcW w:w="3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1,6</w:t>
                  </w:r>
                </w:p>
              </w:tc>
            </w:tr>
            <w:tr w:rsidR="00355363" w:rsidRPr="00406D07" w:rsidTr="007C3BF1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при групповом содержании</w:t>
                  </w:r>
                </w:p>
              </w:tc>
              <w:tc>
                <w:tcPr>
                  <w:tcW w:w="3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2,5</w:t>
                  </w:r>
                </w:p>
              </w:tc>
            </w:tr>
            <w:tr w:rsidR="00355363" w:rsidRPr="00406D07" w:rsidTr="007C3BF1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Поросята на откорме</w:t>
                  </w:r>
                </w:p>
              </w:tc>
              <w:tc>
                <w:tcPr>
                  <w:tcW w:w="3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0,8</w:t>
                  </w:r>
                </w:p>
              </w:tc>
            </w:tr>
            <w:tr w:rsidR="00355363" w:rsidRPr="00406D07" w:rsidTr="007C3BF1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Поросята-отъемыши</w:t>
                  </w:r>
                </w:p>
              </w:tc>
              <w:tc>
                <w:tcPr>
                  <w:tcW w:w="3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5363" w:rsidRPr="007C3BF1" w:rsidRDefault="00355363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hAnsi="Arial" w:cs="Arial"/>
                      <w:sz w:val="20"/>
                      <w:szCs w:val="24"/>
                      <w:lang w:eastAsia="ru-RU"/>
                    </w:rPr>
                    <w:t>0,35</w:t>
                  </w:r>
                </w:p>
              </w:tc>
            </w:tr>
          </w:tbl>
          <w:p w:rsidR="00355363" w:rsidRPr="007C3BF1" w:rsidRDefault="00355363" w:rsidP="00406D07">
            <w:pPr>
              <w:spacing w:after="0" w:line="240" w:lineRule="auto"/>
              <w:ind w:left="284"/>
              <w:jc w:val="both"/>
            </w:pPr>
            <w:r w:rsidRPr="007C3BF1">
              <w:t>5. Стены, перегородки, покрытия свиноводческих помещений должны быть устойчивыми к воздействию дезинфицирующих веществ.</w:t>
            </w:r>
          </w:p>
          <w:p w:rsidR="00355363" w:rsidRPr="007C3BF1" w:rsidRDefault="00355363" w:rsidP="00406D07">
            <w:pPr>
              <w:spacing w:after="0" w:line="240" w:lineRule="auto"/>
              <w:ind w:left="284"/>
              <w:jc w:val="both"/>
            </w:pPr>
            <w:r w:rsidRPr="007C3BF1">
              <w:t>6. Навоз необходимо убирать и складировать на площадках биотермического обеззараживания, расположенных на территории  хозяйства.</w:t>
            </w:r>
          </w:p>
          <w:p w:rsidR="00355363" w:rsidRPr="00406D07" w:rsidRDefault="00355363" w:rsidP="00406D07">
            <w:pPr>
              <w:spacing w:after="0" w:line="240" w:lineRule="auto"/>
            </w:pPr>
          </w:p>
        </w:tc>
        <w:tc>
          <w:tcPr>
            <w:tcW w:w="7757" w:type="dxa"/>
            <w:tcBorders>
              <w:bottom w:val="thinThickThinMediumGap" w:sz="24" w:space="0" w:color="auto"/>
            </w:tcBorders>
          </w:tcPr>
          <w:p w:rsidR="00355363" w:rsidRPr="0062720F" w:rsidRDefault="00355363" w:rsidP="00406D07">
            <w:pPr>
              <w:spacing w:after="0" w:line="240" w:lineRule="auto"/>
              <w:ind w:right="288"/>
              <w:jc w:val="both"/>
            </w:pPr>
            <w:r w:rsidRPr="0062720F">
              <w:t>7. Запрещается использовать заплесневелую и/или мерзлую подстилку для содержания свиней в хозяйстве.</w:t>
            </w:r>
          </w:p>
          <w:p w:rsidR="00355363" w:rsidRPr="0062720F" w:rsidRDefault="00355363" w:rsidP="00406D07">
            <w:pPr>
              <w:spacing w:after="0" w:line="240" w:lineRule="auto"/>
              <w:ind w:right="288"/>
              <w:jc w:val="both"/>
            </w:pPr>
            <w:r w:rsidRPr="0062720F">
              <w:t xml:space="preserve">8. Необходимо оборудовать вход в свиноводческое помещение дезинфекционным ковриком по ширине прохода и длиной 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62720F">
                <w:t>1 м</w:t>
              </w:r>
            </w:smartTag>
            <w:r w:rsidRPr="0062720F">
              <w:t>, пропитанный дезинфицирующими растворами.</w:t>
            </w:r>
          </w:p>
          <w:p w:rsidR="00355363" w:rsidRPr="0062720F" w:rsidRDefault="00355363" w:rsidP="00406D07">
            <w:pPr>
              <w:spacing w:after="0" w:line="240" w:lineRule="auto"/>
              <w:ind w:right="288"/>
              <w:jc w:val="both"/>
            </w:pPr>
            <w:r w:rsidRPr="0062720F">
              <w:t>9. При посещении свиноводческих помещений необходимо использовать чистые продезинфицированные одежу и обувь.</w:t>
            </w:r>
          </w:p>
          <w:p w:rsidR="00355363" w:rsidRPr="0062720F" w:rsidRDefault="00355363" w:rsidP="00406D07">
            <w:pPr>
              <w:spacing w:after="0" w:line="240" w:lineRule="auto"/>
              <w:ind w:right="288"/>
              <w:jc w:val="both"/>
            </w:pPr>
          </w:p>
          <w:p w:rsidR="00355363" w:rsidRPr="00406D07" w:rsidRDefault="00355363" w:rsidP="00406D07">
            <w:pPr>
              <w:spacing w:after="0" w:line="240" w:lineRule="auto"/>
              <w:ind w:right="288"/>
              <w:jc w:val="both"/>
              <w:rPr>
                <w:u w:val="single"/>
              </w:rPr>
            </w:pPr>
            <w:r w:rsidRPr="00406D07">
              <w:rPr>
                <w:u w:val="single"/>
              </w:rPr>
              <w:t>Требования к осуществлению мероприятий по карантинированию:</w:t>
            </w:r>
          </w:p>
          <w:p w:rsidR="00355363" w:rsidRPr="0062720F" w:rsidRDefault="00355363" w:rsidP="00406D07">
            <w:pPr>
              <w:spacing w:after="0" w:line="240" w:lineRule="auto"/>
              <w:ind w:right="288"/>
              <w:jc w:val="both"/>
            </w:pPr>
            <w:r w:rsidRPr="0062720F">
              <w:t>Свиньи, завозимые в хозяйство или вывозимые (кроме убойных животных) из него, подлежат обособленному содержанию от других групп свиней, содержащихся в хозяйстве с целью проведения ветеринарных мероприятий. Период карантинирования должен быть не менее 30 календарных дней с момента прибытия свиней в хозяйство.</w:t>
            </w:r>
          </w:p>
          <w:p w:rsidR="00355363" w:rsidRPr="0062720F" w:rsidRDefault="00355363" w:rsidP="00406D07">
            <w:pPr>
              <w:spacing w:after="0" w:line="240" w:lineRule="auto"/>
              <w:ind w:right="288"/>
              <w:jc w:val="both"/>
            </w:pPr>
          </w:p>
          <w:p w:rsidR="00355363" w:rsidRPr="0062720F" w:rsidRDefault="00355363" w:rsidP="00406D07">
            <w:pPr>
              <w:spacing w:after="0" w:line="240" w:lineRule="auto"/>
              <w:ind w:right="288"/>
              <w:jc w:val="both"/>
            </w:pPr>
            <w:r w:rsidRPr="0062720F">
              <w:t xml:space="preserve">Дополнительную информацию см. в Приказе Министерства сельского хозяйства РФ  №114 от 29 марта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2720F">
                <w:t>2016 г</w:t>
              </w:r>
            </w:smartTag>
            <w:r w:rsidRPr="0062720F">
              <w:t>. «Об утверждении ветеринарных правил содержания свиней в целях их воспроизводства, выращивания и реализации».</w:t>
            </w:r>
          </w:p>
          <w:p w:rsidR="00355363" w:rsidRPr="0062720F" w:rsidRDefault="00355363" w:rsidP="00406D07">
            <w:pPr>
              <w:spacing w:after="0" w:line="240" w:lineRule="auto"/>
              <w:ind w:right="288"/>
              <w:jc w:val="both"/>
            </w:pPr>
          </w:p>
          <w:p w:rsidR="00355363" w:rsidRPr="00406D07" w:rsidRDefault="00355363" w:rsidP="00406D07">
            <w:pPr>
              <w:spacing w:after="0" w:line="240" w:lineRule="auto"/>
              <w:ind w:left="-142" w:right="288"/>
              <w:jc w:val="both"/>
              <w:rPr>
                <w:b/>
                <w:sz w:val="32"/>
              </w:rPr>
            </w:pPr>
            <w:r w:rsidRPr="00406D07">
              <w:rPr>
                <w:b/>
                <w:sz w:val="32"/>
              </w:rPr>
              <w:t xml:space="preserve">ПРЕДУПРЕЖДЕНИЕ: </w:t>
            </w:r>
          </w:p>
          <w:p w:rsidR="00355363" w:rsidRPr="00406D07" w:rsidRDefault="00355363" w:rsidP="00406D07">
            <w:pPr>
              <w:spacing w:after="0" w:line="240" w:lineRule="auto"/>
              <w:ind w:left="-142" w:right="288"/>
              <w:jc w:val="both"/>
              <w:rPr>
                <w:b/>
                <w:sz w:val="28"/>
              </w:rPr>
            </w:pPr>
            <w:bookmarkStart w:id="0" w:name="_GoBack"/>
            <w:r>
              <w:rPr>
                <w:noProof/>
                <w:lang w:eastAsia="ru-RU"/>
              </w:rPr>
              <w:pict>
                <v:shape id="Рисунок 1" o:spid="_x0000_s1026" type="#_x0000_t75" alt="vet.png" style="position:absolute;left:0;text-align:left;margin-left:256.7pt;margin-top:69.05pt;width:108pt;height:108pt;z-index:-251658240;visibility:visible">
                  <v:imagedata r:id="rId5" o:title=""/>
                </v:shape>
              </w:pict>
            </w:r>
            <w:bookmarkEnd w:id="0"/>
            <w:r w:rsidRPr="00406D07">
              <w:rPr>
                <w:b/>
                <w:sz w:val="28"/>
              </w:rPr>
              <w:t xml:space="preserve">Несоблюдение ветеринарных правил влечет привлечение к административной ответственности в соответствии со ст. 10.6 КоАП РФ! </w:t>
            </w:r>
          </w:p>
        </w:tc>
      </w:tr>
    </w:tbl>
    <w:p w:rsidR="00355363" w:rsidRDefault="00355363"/>
    <w:sectPr w:rsidR="00355363" w:rsidSect="007C3BF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85F"/>
    <w:rsid w:val="00060D10"/>
    <w:rsid w:val="000B3E8D"/>
    <w:rsid w:val="00114E7F"/>
    <w:rsid w:val="001D3B73"/>
    <w:rsid w:val="0026075B"/>
    <w:rsid w:val="00355363"/>
    <w:rsid w:val="0038585F"/>
    <w:rsid w:val="00406D07"/>
    <w:rsid w:val="00487FD9"/>
    <w:rsid w:val="00551040"/>
    <w:rsid w:val="00553E95"/>
    <w:rsid w:val="005B10BF"/>
    <w:rsid w:val="0062720F"/>
    <w:rsid w:val="006C4F4B"/>
    <w:rsid w:val="00754E8C"/>
    <w:rsid w:val="00781E44"/>
    <w:rsid w:val="007C3BF1"/>
    <w:rsid w:val="009D0F61"/>
    <w:rsid w:val="00A16F10"/>
    <w:rsid w:val="00A67D5A"/>
    <w:rsid w:val="00A77210"/>
    <w:rsid w:val="00B2130A"/>
    <w:rsid w:val="00BB1C8F"/>
    <w:rsid w:val="00C07CCF"/>
    <w:rsid w:val="00CC2750"/>
    <w:rsid w:val="00CD1D47"/>
    <w:rsid w:val="00D66D27"/>
    <w:rsid w:val="00D745E4"/>
    <w:rsid w:val="00D9098A"/>
    <w:rsid w:val="00EC2A2C"/>
    <w:rsid w:val="00F409DF"/>
    <w:rsid w:val="00FF6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BF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53E9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C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C3B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391</Words>
  <Characters>2231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алла</cp:lastModifiedBy>
  <cp:revision>8</cp:revision>
  <cp:lastPrinted>2017-04-27T06:30:00Z</cp:lastPrinted>
  <dcterms:created xsi:type="dcterms:W3CDTF">2017-04-27T06:21:00Z</dcterms:created>
  <dcterms:modified xsi:type="dcterms:W3CDTF">2019-04-26T07:02:00Z</dcterms:modified>
</cp:coreProperties>
</file>